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1615AB31">
            <wp:simplePos x="0" y="0"/>
            <wp:positionH relativeFrom="margin">
              <wp:posOffset>-717550</wp:posOffset>
            </wp:positionH>
            <wp:positionV relativeFrom="margin">
              <wp:posOffset>-569043</wp:posOffset>
            </wp:positionV>
            <wp:extent cx="7722870" cy="128714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722870" cy="128714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9163FB">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F13225"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23382" w14:textId="77777777" w:rsidR="009163FB" w:rsidRDefault="009163FB" w:rsidP="0018351F">
      <w:r>
        <w:separator/>
      </w:r>
    </w:p>
    <w:p w14:paraId="326ED792" w14:textId="77777777" w:rsidR="009163FB" w:rsidRDefault="009163FB"/>
  </w:endnote>
  <w:endnote w:type="continuationSeparator" w:id="0">
    <w:p w14:paraId="748611C7" w14:textId="77777777" w:rsidR="009163FB" w:rsidRDefault="009163FB" w:rsidP="0018351F">
      <w:r>
        <w:continuationSeparator/>
      </w:r>
    </w:p>
    <w:p w14:paraId="566503C4" w14:textId="77777777" w:rsidR="009163FB" w:rsidRDefault="00916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09832" w14:textId="77777777" w:rsidR="009163FB" w:rsidRDefault="009163FB" w:rsidP="0018351F">
      <w:r>
        <w:separator/>
      </w:r>
    </w:p>
    <w:p w14:paraId="728BA9C7" w14:textId="77777777" w:rsidR="009163FB" w:rsidRDefault="009163FB"/>
  </w:footnote>
  <w:footnote w:type="continuationSeparator" w:id="0">
    <w:p w14:paraId="7316A50B" w14:textId="77777777" w:rsidR="009163FB" w:rsidRDefault="009163FB" w:rsidP="0018351F">
      <w:r>
        <w:continuationSeparator/>
      </w:r>
    </w:p>
    <w:p w14:paraId="46C69972" w14:textId="77777777" w:rsidR="009163FB" w:rsidRDefault="00916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F13225"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5575ED86" w:rsidR="00013FC3" w:rsidRPr="00DF7E79" w:rsidRDefault="00B06CBF" w:rsidP="00CF7608">
                          <w:pPr>
                            <w:pStyle w:val="Header"/>
                          </w:pPr>
                          <w:r>
                            <w:t>Extensión Cooperativa de UC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5575ED86" w:rsidR="00013FC3" w:rsidRPr="00DF7E79" w:rsidRDefault="00B06CBF" w:rsidP="00CF7608">
                    <w:pPr>
                      <w:pStyle w:val="Header"/>
                    </w:pPr>
                    <w:r>
                      <w:t>Extensión Cooperativa de UC</w:t>
                    </w:r>
                  </w:p>
                </w:txbxContent>
              </v:textbox>
            </v:shape>
          </w:pict>
        </mc:Fallback>
      </mc:AlternateContent>
    </w:r>
  </w:p>
  <w:p w14:paraId="0BBFEFAB" w14:textId="77777777" w:rsidR="00F13225" w:rsidRDefault="00F132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430005828">
    <w:abstractNumId w:val="2"/>
  </w:num>
  <w:num w:numId="2" w16cid:durableId="45684320">
    <w:abstractNumId w:val="0"/>
  </w:num>
  <w:num w:numId="3" w16cid:durableId="959454317">
    <w:abstractNumId w:val="1"/>
  </w:num>
  <w:num w:numId="4" w16cid:durableId="129918872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A0F69"/>
    <w:rsid w:val="000B1D0C"/>
    <w:rsid w:val="000B491E"/>
    <w:rsid w:val="000C4468"/>
    <w:rsid w:val="000C4DFB"/>
    <w:rsid w:val="000E38A3"/>
    <w:rsid w:val="000F0897"/>
    <w:rsid w:val="000F4DA2"/>
    <w:rsid w:val="001065C2"/>
    <w:rsid w:val="00125E3C"/>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3E7F11"/>
    <w:rsid w:val="003F1C5F"/>
    <w:rsid w:val="00495907"/>
    <w:rsid w:val="004A311C"/>
    <w:rsid w:val="004B48AB"/>
    <w:rsid w:val="004D6282"/>
    <w:rsid w:val="004D68AE"/>
    <w:rsid w:val="004F768E"/>
    <w:rsid w:val="00516F14"/>
    <w:rsid w:val="00523B58"/>
    <w:rsid w:val="005520DE"/>
    <w:rsid w:val="005601B5"/>
    <w:rsid w:val="005741FC"/>
    <w:rsid w:val="005A03A3"/>
    <w:rsid w:val="005B4797"/>
    <w:rsid w:val="005D6A66"/>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163FB"/>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06CBF"/>
    <w:rsid w:val="00B1563B"/>
    <w:rsid w:val="00B23573"/>
    <w:rsid w:val="00B23DA0"/>
    <w:rsid w:val="00B7429E"/>
    <w:rsid w:val="00B83179"/>
    <w:rsid w:val="00BA585B"/>
    <w:rsid w:val="00BD4DC2"/>
    <w:rsid w:val="00BD7FFE"/>
    <w:rsid w:val="00BE0056"/>
    <w:rsid w:val="00BF2234"/>
    <w:rsid w:val="00BF4785"/>
    <w:rsid w:val="00BF4FA2"/>
    <w:rsid w:val="00C031C6"/>
    <w:rsid w:val="00C16A0F"/>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75FF8"/>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13225"/>
    <w:rsid w:val="00F313CA"/>
    <w:rsid w:val="00F37406"/>
    <w:rsid w:val="00F42019"/>
    <w:rsid w:val="00F45E90"/>
    <w:rsid w:val="00F578F3"/>
    <w:rsid w:val="00F60DA9"/>
    <w:rsid w:val="00F8265F"/>
    <w:rsid w:val="00F83729"/>
    <w:rsid w:val="00FA0105"/>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39</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11</cp:revision>
  <cp:lastPrinted>2019-08-08T18:45:00Z</cp:lastPrinted>
  <dcterms:created xsi:type="dcterms:W3CDTF">2019-08-08T17:52:00Z</dcterms:created>
  <dcterms:modified xsi:type="dcterms:W3CDTF">2025-12-10T05:51:00Z</dcterms:modified>
</cp:coreProperties>
</file>